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39C38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43CCDD72" w14:textId="77777777" w:rsidR="00411592" w:rsidRDefault="00411592" w:rsidP="00411592">
      <w:pPr>
        <w:spacing w:line="276" w:lineRule="auto"/>
      </w:pPr>
    </w:p>
    <w:p w14:paraId="255834BC" w14:textId="77777777" w:rsidR="00411592" w:rsidRPr="00411592" w:rsidRDefault="001C0609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Modified Lab Report: Bonding Lab</w:t>
      </w:r>
    </w:p>
    <w:p w14:paraId="43EBCD5D" w14:textId="77777777" w:rsidR="00411592" w:rsidRDefault="00411592" w:rsidP="00411592">
      <w:pPr>
        <w:spacing w:line="276" w:lineRule="auto"/>
      </w:pPr>
    </w:p>
    <w:p w14:paraId="4832440C" w14:textId="77777777" w:rsidR="00411592" w:rsidRPr="00AC7B2A" w:rsidRDefault="001C0609" w:rsidP="004F5EB2">
      <w:pPr>
        <w:rPr>
          <w:u w:val="single"/>
        </w:rPr>
      </w:pPr>
      <w:r w:rsidRPr="00AC7B2A">
        <w:rPr>
          <w:u w:val="single"/>
        </w:rPr>
        <w:t>Introduction</w:t>
      </w:r>
    </w:p>
    <w:p w14:paraId="4B696357" w14:textId="77777777" w:rsidR="001C0609" w:rsidRDefault="001C0609" w:rsidP="004F5EB2">
      <w:pPr>
        <w:pStyle w:val="ListParagraph"/>
        <w:numPr>
          <w:ilvl w:val="0"/>
          <w:numId w:val="1"/>
        </w:numPr>
      </w:pPr>
      <w:r>
        <w:t>Paragraph 1</w:t>
      </w:r>
    </w:p>
    <w:p w14:paraId="2514D86C" w14:textId="77777777" w:rsidR="001C0609" w:rsidRDefault="001C0609" w:rsidP="004F5EB2">
      <w:pPr>
        <w:pStyle w:val="ListParagraph"/>
        <w:numPr>
          <w:ilvl w:val="1"/>
          <w:numId w:val="1"/>
        </w:numPr>
      </w:pPr>
      <w:r>
        <w:t>Purpose of lab: determine if each substance is ionic or covalent based on melting point, solubility in water, and conductivity</w:t>
      </w:r>
    </w:p>
    <w:p w14:paraId="2BBF7C94" w14:textId="77777777" w:rsidR="001C0609" w:rsidRDefault="001C0609" w:rsidP="004F5EB2">
      <w:pPr>
        <w:pStyle w:val="ListParagraph"/>
        <w:numPr>
          <w:ilvl w:val="1"/>
          <w:numId w:val="1"/>
        </w:numPr>
      </w:pPr>
      <w:r>
        <w:t>Explain what ionic and covalent bonds are</w:t>
      </w:r>
    </w:p>
    <w:p w14:paraId="6C1B0F55" w14:textId="77777777" w:rsidR="001C0609" w:rsidRDefault="001C0609" w:rsidP="004F5EB2">
      <w:pPr>
        <w:pStyle w:val="ListParagraph"/>
        <w:numPr>
          <w:ilvl w:val="2"/>
          <w:numId w:val="1"/>
        </w:numPr>
      </w:pPr>
      <w:r>
        <w:t>Types of elements involved in each bond</w:t>
      </w:r>
    </w:p>
    <w:p w14:paraId="65281A5A" w14:textId="77777777" w:rsidR="001C0609" w:rsidRDefault="001C0609" w:rsidP="004F5EB2">
      <w:pPr>
        <w:pStyle w:val="ListParagraph"/>
        <w:numPr>
          <w:ilvl w:val="2"/>
          <w:numId w:val="1"/>
        </w:numPr>
      </w:pPr>
      <w:r>
        <w:t>What happens to electrons</w:t>
      </w:r>
    </w:p>
    <w:p w14:paraId="4E87CCE1" w14:textId="77777777" w:rsidR="001C0609" w:rsidRDefault="001C0609" w:rsidP="004F5EB2">
      <w:pPr>
        <w:pStyle w:val="ListParagraph"/>
        <w:numPr>
          <w:ilvl w:val="2"/>
          <w:numId w:val="1"/>
        </w:numPr>
      </w:pPr>
      <w:r>
        <w:t>What the properties are</w:t>
      </w:r>
    </w:p>
    <w:p w14:paraId="4ACBB9F1" w14:textId="77777777" w:rsidR="001C0609" w:rsidRPr="001C0609" w:rsidRDefault="001C0609" w:rsidP="004F5EB2">
      <w:pPr>
        <w:pStyle w:val="ListParagraph"/>
        <w:numPr>
          <w:ilvl w:val="2"/>
          <w:numId w:val="1"/>
        </w:numPr>
        <w:rPr>
          <w:b/>
        </w:rPr>
      </w:pPr>
      <w:r w:rsidRPr="001C0609">
        <w:rPr>
          <w:b/>
        </w:rPr>
        <w:t>For full credit, include outside research</w:t>
      </w:r>
      <w:r>
        <w:rPr>
          <w:b/>
        </w:rPr>
        <w:t xml:space="preserve"> and correctly cite using in-text citations and a works cited page (MLA format)</w:t>
      </w:r>
    </w:p>
    <w:p w14:paraId="04A9231A" w14:textId="77777777" w:rsidR="001C0609" w:rsidRDefault="001C0609" w:rsidP="004F5EB2">
      <w:pPr>
        <w:pStyle w:val="ListParagraph"/>
        <w:numPr>
          <w:ilvl w:val="0"/>
          <w:numId w:val="1"/>
        </w:numPr>
      </w:pPr>
      <w:r>
        <w:t>Paragraph 2</w:t>
      </w:r>
    </w:p>
    <w:p w14:paraId="67B45A09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>Hypothesis</w:t>
      </w:r>
    </w:p>
    <w:p w14:paraId="0CEEF0F3" w14:textId="77777777" w:rsidR="001C0609" w:rsidRPr="001C0609" w:rsidRDefault="001C0609" w:rsidP="004F5EB2">
      <w:pPr>
        <w:pStyle w:val="ListParagraph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 w:cs="Arial"/>
          <w:color w:val="000000" w:themeColor="text1"/>
        </w:rPr>
        <w:t>Ionic compounds have _________ melting points, are ___________ conductors of electricity, and are __________ soluble. Ionic compounds have these properties because...</w:t>
      </w:r>
    </w:p>
    <w:p w14:paraId="459E6069" w14:textId="77777777" w:rsidR="001C0609" w:rsidRPr="001C0609" w:rsidRDefault="001C0609" w:rsidP="004F5EB2">
      <w:pPr>
        <w:pStyle w:val="ListParagraph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 w:cs="Arial"/>
          <w:color w:val="000000" w:themeColor="text1"/>
        </w:rPr>
        <w:t>Covalent compounds have _________ melting points, are ___________ conductors of electricity, and are __________ soluble. Covalent compounds have these properties because...</w:t>
      </w:r>
    </w:p>
    <w:p w14:paraId="67E57695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>Summarize procedure in 3 sentences or fewer</w:t>
      </w:r>
    </w:p>
    <w:p w14:paraId="6903152F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>Explain safety risks of experiment</w:t>
      </w:r>
    </w:p>
    <w:p w14:paraId="36508ADC" w14:textId="77777777" w:rsidR="001C0609" w:rsidRPr="001C0609" w:rsidRDefault="001C0609" w:rsidP="004F5EB2">
      <w:pPr>
        <w:pStyle w:val="ListParagraph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C0609">
        <w:rPr>
          <w:rFonts w:ascii="Calibri" w:hAnsi="Calibri"/>
          <w:color w:val="000000" w:themeColor="text1"/>
        </w:rPr>
        <w:t xml:space="preserve">Explain how you </w:t>
      </w:r>
      <w:r>
        <w:rPr>
          <w:rFonts w:ascii="Calibri" w:hAnsi="Calibri"/>
          <w:color w:val="000000" w:themeColor="text1"/>
        </w:rPr>
        <w:t>minimized safety risks</w:t>
      </w:r>
      <w:bookmarkStart w:id="0" w:name="_GoBack"/>
      <w:bookmarkEnd w:id="0"/>
    </w:p>
    <w:p w14:paraId="4AEBEB25" w14:textId="77777777" w:rsidR="001C0609" w:rsidRDefault="001C0609" w:rsidP="004F5EB2"/>
    <w:p w14:paraId="57A8C062" w14:textId="77777777" w:rsidR="001C0609" w:rsidRPr="004F5EB2" w:rsidRDefault="001C0609" w:rsidP="004F5EB2">
      <w:pPr>
        <w:rPr>
          <w:u w:val="single"/>
        </w:rPr>
      </w:pPr>
      <w:r w:rsidRPr="00AC7B2A">
        <w:rPr>
          <w:u w:val="single"/>
        </w:rPr>
        <w:t>Data Table</w:t>
      </w:r>
      <w:r w:rsidR="004F5EB2" w:rsidRPr="004F5EB2">
        <w:t>: r</w:t>
      </w:r>
      <w:r>
        <w:t>e-type from bonding lab packet</w:t>
      </w:r>
    </w:p>
    <w:p w14:paraId="7FE9568D" w14:textId="77777777" w:rsidR="001C0609" w:rsidRDefault="001C0609" w:rsidP="004F5EB2"/>
    <w:p w14:paraId="35AA4F17" w14:textId="77777777" w:rsidR="00AC7B2A" w:rsidRPr="00AC7B2A" w:rsidRDefault="00AC7B2A" w:rsidP="004F5EB2">
      <w:pPr>
        <w:rPr>
          <w:u w:val="single"/>
        </w:rPr>
      </w:pPr>
      <w:r w:rsidRPr="00AC7B2A">
        <w:rPr>
          <w:u w:val="single"/>
        </w:rPr>
        <w:t>Data Analysis</w:t>
      </w:r>
    </w:p>
    <w:p w14:paraId="61A90689" w14:textId="77777777" w:rsidR="004F5EB2" w:rsidRPr="004F5EB2" w:rsidRDefault="004F5EB2" w:rsidP="004F5EB2">
      <w:pPr>
        <w:pStyle w:val="ListParagraph"/>
        <w:numPr>
          <w:ilvl w:val="0"/>
          <w:numId w:val="2"/>
        </w:numPr>
        <w:rPr>
          <w:b/>
        </w:rPr>
      </w:pPr>
      <w:r>
        <w:t>Paragraph 1</w:t>
      </w:r>
    </w:p>
    <w:p w14:paraId="2C6CA62A" w14:textId="77777777" w:rsidR="00AC7B2A" w:rsidRPr="009C2E15" w:rsidRDefault="009C2E15" w:rsidP="004F5EB2">
      <w:pPr>
        <w:pStyle w:val="ListParagraph"/>
        <w:numPr>
          <w:ilvl w:val="1"/>
          <w:numId w:val="2"/>
        </w:numPr>
        <w:rPr>
          <w:b/>
        </w:rPr>
      </w:pPr>
      <w:r>
        <w:t xml:space="preserve">Identify each substance (1-6) as ionic or covalent and </w:t>
      </w:r>
      <w:r w:rsidRPr="009C2E15">
        <w:rPr>
          <w:b/>
        </w:rPr>
        <w:t>explain how you know based on the properties you tested</w:t>
      </w:r>
    </w:p>
    <w:p w14:paraId="5F2F5E6A" w14:textId="77777777" w:rsidR="009C2E15" w:rsidRDefault="009C2E15" w:rsidP="004F5EB2">
      <w:pPr>
        <w:pStyle w:val="ListParagraph"/>
        <w:numPr>
          <w:ilvl w:val="1"/>
          <w:numId w:val="2"/>
        </w:numPr>
      </w:pPr>
      <w:r>
        <w:t xml:space="preserve">Discuss </w:t>
      </w:r>
      <w:r w:rsidR="004F5EB2">
        <w:t>any irregularities in your data- did any of your covalent compounds seem to have ionic properties (or vice versa)? For full credit, conduct outside research to figure out why that might be.</w:t>
      </w:r>
    </w:p>
    <w:p w14:paraId="3745FB73" w14:textId="77777777" w:rsidR="004F5EB2" w:rsidRDefault="004F5EB2" w:rsidP="004F5EB2">
      <w:pPr>
        <w:pStyle w:val="ListParagraph"/>
        <w:numPr>
          <w:ilvl w:val="0"/>
          <w:numId w:val="2"/>
        </w:numPr>
      </w:pPr>
      <w:r>
        <w:t>Paragraph 2</w:t>
      </w:r>
    </w:p>
    <w:p w14:paraId="12CC36AF" w14:textId="77777777" w:rsidR="004F5EB2" w:rsidRDefault="004F5EB2" w:rsidP="004F5EB2">
      <w:pPr>
        <w:pStyle w:val="ListParagraph"/>
        <w:numPr>
          <w:ilvl w:val="1"/>
          <w:numId w:val="2"/>
        </w:numPr>
      </w:pPr>
      <w:r>
        <w:t>Discuss 2 sources of errors</w:t>
      </w:r>
    </w:p>
    <w:p w14:paraId="3F5A8B20" w14:textId="77777777" w:rsidR="004F5EB2" w:rsidRDefault="004F5EB2" w:rsidP="004F5EB2">
      <w:pPr>
        <w:pStyle w:val="ListParagraph"/>
        <w:numPr>
          <w:ilvl w:val="1"/>
          <w:numId w:val="2"/>
        </w:numPr>
      </w:pPr>
      <w:r>
        <w:t>Explain how the errors may have affected your data</w:t>
      </w:r>
    </w:p>
    <w:p w14:paraId="0F982345" w14:textId="77777777" w:rsidR="004F5EB2" w:rsidRDefault="004F5EB2" w:rsidP="004F5EB2">
      <w:pPr>
        <w:pStyle w:val="ListParagraph"/>
        <w:numPr>
          <w:ilvl w:val="1"/>
          <w:numId w:val="2"/>
        </w:numPr>
      </w:pPr>
      <w:r>
        <w:t>Suggest how to fix errors in the future</w:t>
      </w:r>
    </w:p>
    <w:p w14:paraId="5A8DBCF8" w14:textId="77777777" w:rsidR="00AC7B2A" w:rsidRDefault="00AC7B2A" w:rsidP="004F5EB2"/>
    <w:p w14:paraId="0A976B0F" w14:textId="77777777" w:rsidR="001C0609" w:rsidRPr="004F5EB2" w:rsidRDefault="001C0609" w:rsidP="004F5EB2">
      <w:pPr>
        <w:rPr>
          <w:u w:val="single"/>
        </w:rPr>
      </w:pPr>
      <w:r w:rsidRPr="00AC7B2A">
        <w:rPr>
          <w:u w:val="single"/>
        </w:rPr>
        <w:t>Works Cited if applicable</w:t>
      </w:r>
      <w:r w:rsidR="00AC7B2A">
        <w:rPr>
          <w:u w:val="single"/>
        </w:rPr>
        <w:t xml:space="preserve"> (MLA format)</w:t>
      </w:r>
    </w:p>
    <w:sectPr w:rsidR="001C0609" w:rsidRPr="004F5EB2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F54B4A"/>
    <w:multiLevelType w:val="hybridMultilevel"/>
    <w:tmpl w:val="BF6C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52880"/>
    <w:multiLevelType w:val="hybridMultilevel"/>
    <w:tmpl w:val="E5F8E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A70E4D"/>
    <w:multiLevelType w:val="multilevel"/>
    <w:tmpl w:val="7F2E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09"/>
    <w:rsid w:val="000F12BF"/>
    <w:rsid w:val="001C0609"/>
    <w:rsid w:val="00411592"/>
    <w:rsid w:val="004F5EB2"/>
    <w:rsid w:val="009C2E15"/>
    <w:rsid w:val="00AC7B2A"/>
    <w:rsid w:val="00FC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8676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6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0609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25</TotalTime>
  <Pages>1</Pages>
  <Words>231</Words>
  <Characters>1320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cp:lastPrinted>2017-12-04T16:13:00Z</cp:lastPrinted>
  <dcterms:created xsi:type="dcterms:W3CDTF">2017-12-04T14:45:00Z</dcterms:created>
  <dcterms:modified xsi:type="dcterms:W3CDTF">2017-12-04T16:45:00Z</dcterms:modified>
</cp:coreProperties>
</file>